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716CC8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Hot air</w:t>
      </w:r>
    </w:p>
    <w:p w:rsidR="007B18B8" w:rsidRDefault="007B18B8" w:rsidP="007B18B8">
      <w:pPr>
        <w:spacing w:after="180"/>
      </w:pPr>
    </w:p>
    <w:p w:rsidR="00716CC8" w:rsidRPr="00716CC8" w:rsidRDefault="00716CC8" w:rsidP="00716CC8">
      <w:pPr>
        <w:spacing w:line="276" w:lineRule="auto"/>
      </w:pPr>
      <w:r w:rsidRPr="00716CC8">
        <w:rPr>
          <w:lang w:val="en-US"/>
        </w:rPr>
        <w:t xml:space="preserve">The lid on this can is airtight. </w:t>
      </w:r>
    </w:p>
    <w:p w:rsidR="00716CC8" w:rsidRPr="00716CC8" w:rsidRDefault="00716CC8" w:rsidP="00716CC8">
      <w:pPr>
        <w:spacing w:line="276" w:lineRule="auto"/>
      </w:pPr>
      <w:r w:rsidRPr="00716CC8">
        <w:rPr>
          <w:lang w:val="en-US"/>
        </w:rPr>
        <w:t>Air is trapped in the can.</w:t>
      </w:r>
    </w:p>
    <w:p w:rsidR="00716CC8" w:rsidRPr="00716CC8" w:rsidRDefault="00716CC8" w:rsidP="00716CC8">
      <w:pPr>
        <w:spacing w:line="276" w:lineRule="auto"/>
      </w:pPr>
      <w:r w:rsidRPr="00716CC8">
        <w:rPr>
          <w:lang w:val="en-US"/>
        </w:rPr>
        <w:t>The balls represent particles that the air is made of.</w:t>
      </w:r>
    </w:p>
    <w:p w:rsidR="00716CC8" w:rsidRPr="00716CC8" w:rsidRDefault="00716CC8" w:rsidP="00716CC8">
      <w:pPr>
        <w:spacing w:after="240"/>
      </w:pPr>
      <w:r w:rsidRPr="00716CC8">
        <w:rPr>
          <w:lang w:val="en-US"/>
        </w:rPr>
        <w:t>The air in the can is at room temperature.</w:t>
      </w:r>
    </w:p>
    <w:p w:rsidR="007B18B8" w:rsidRPr="00201AC2" w:rsidRDefault="007B18B8" w:rsidP="007B18B8">
      <w:pPr>
        <w:spacing w:after="240"/>
        <w:rPr>
          <w:szCs w:val="18"/>
        </w:rPr>
      </w:pPr>
    </w:p>
    <w:p w:rsidR="00FB2831" w:rsidRDefault="00B64AEE" w:rsidP="007B18B8">
      <w:pPr>
        <w:spacing w:after="240"/>
        <w:rPr>
          <w:szCs w:val="18"/>
          <w:highlight w:val="yellow"/>
          <w:lang w:val="en-US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17145</wp:posOffset>
            </wp:positionV>
            <wp:extent cx="2517024" cy="18694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024" cy="186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6CC8" w:rsidRDefault="00716CC8" w:rsidP="007B18B8">
      <w:pPr>
        <w:spacing w:after="240"/>
        <w:rPr>
          <w:szCs w:val="18"/>
          <w:highlight w:val="yellow"/>
          <w:lang w:val="en-US"/>
        </w:rPr>
      </w:pPr>
    </w:p>
    <w:p w:rsidR="00716CC8" w:rsidRDefault="00716CC8" w:rsidP="00716CC8">
      <w:pPr>
        <w:spacing w:after="120"/>
        <w:ind w:left="425" w:hanging="425"/>
        <w:rPr>
          <w:szCs w:val="18"/>
          <w:lang w:val="en-US"/>
        </w:rPr>
      </w:pPr>
    </w:p>
    <w:p w:rsidR="00B64AEE" w:rsidRDefault="00B64AEE" w:rsidP="00716CC8">
      <w:pPr>
        <w:spacing w:after="240"/>
        <w:ind w:left="425" w:hanging="425"/>
        <w:rPr>
          <w:szCs w:val="18"/>
          <w:lang w:val="en-US"/>
        </w:rPr>
      </w:pPr>
    </w:p>
    <w:p w:rsidR="00B64AEE" w:rsidRDefault="00B64AEE" w:rsidP="00716CC8">
      <w:pPr>
        <w:spacing w:after="240"/>
        <w:ind w:left="425" w:hanging="425"/>
        <w:rPr>
          <w:szCs w:val="18"/>
          <w:lang w:val="en-US"/>
        </w:rPr>
      </w:pPr>
    </w:p>
    <w:p w:rsidR="00B64AEE" w:rsidRDefault="00B64AEE" w:rsidP="00716CC8">
      <w:pPr>
        <w:spacing w:after="240"/>
        <w:ind w:left="425" w:hanging="425"/>
        <w:rPr>
          <w:szCs w:val="18"/>
          <w:lang w:val="en-US"/>
        </w:rPr>
      </w:pPr>
    </w:p>
    <w:p w:rsidR="00B64AEE" w:rsidRDefault="00B64AEE" w:rsidP="00716CC8">
      <w:pPr>
        <w:spacing w:after="240"/>
        <w:ind w:left="425" w:hanging="425"/>
        <w:rPr>
          <w:szCs w:val="18"/>
          <w:lang w:val="en-US"/>
        </w:rPr>
      </w:pPr>
    </w:p>
    <w:p w:rsidR="00716CC8" w:rsidRDefault="00716CC8" w:rsidP="00716CC8">
      <w:pPr>
        <w:spacing w:after="240"/>
        <w:ind w:left="425" w:hanging="425"/>
        <w:rPr>
          <w:szCs w:val="18"/>
          <w:lang w:val="en-US"/>
        </w:rPr>
      </w:pPr>
      <w:r w:rsidRPr="00716CC8">
        <w:rPr>
          <w:szCs w:val="18"/>
          <w:lang w:val="en-US"/>
        </w:rPr>
        <w:t>The temperature of the air in the can is increased by heating.</w:t>
      </w:r>
    </w:p>
    <w:p w:rsidR="009A7A91" w:rsidRPr="00716CC8" w:rsidRDefault="009A7A91" w:rsidP="00716CC8">
      <w:pPr>
        <w:spacing w:after="240"/>
        <w:ind w:left="425" w:hanging="425"/>
        <w:rPr>
          <w:szCs w:val="18"/>
        </w:rPr>
      </w:pPr>
    </w:p>
    <w:p w:rsidR="007B18B8" w:rsidRPr="00FB2831" w:rsidRDefault="00716CC8" w:rsidP="00FB2831">
      <w:pPr>
        <w:spacing w:after="120"/>
        <w:ind w:left="425" w:hanging="425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>1.</w:t>
      </w:r>
      <w:r>
        <w:rPr>
          <w:sz w:val="28"/>
          <w:szCs w:val="18"/>
          <w:lang w:val="en-US"/>
        </w:rPr>
        <w:tab/>
        <w:t>What happens to the speed of the particles of air?</w:t>
      </w:r>
    </w:p>
    <w:p w:rsidR="007B18B8" w:rsidRPr="00FB2831" w:rsidRDefault="007B18B8" w:rsidP="00716CC8">
      <w:pPr>
        <w:spacing w:after="240"/>
        <w:ind w:left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716CC8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16CC8" w:rsidRDefault="00716CC8" w:rsidP="00677EDD">
            <w:pPr>
              <w:tabs>
                <w:tab w:val="right" w:leader="dot" w:pos="8680"/>
              </w:tabs>
            </w:pPr>
            <w:r w:rsidRPr="00716CC8">
              <w:t>The particles move more quickly.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716CC8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B18B8" w:rsidRPr="00716CC8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716CC8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16CC8" w:rsidRDefault="00716CC8" w:rsidP="00677EDD">
            <w:pPr>
              <w:tabs>
                <w:tab w:val="right" w:leader="dot" w:pos="8680"/>
              </w:tabs>
            </w:pPr>
            <w:r w:rsidRPr="00716CC8">
              <w:t>The particles keep moving at the same speed.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716CC8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716CC8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716CC8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16CC8" w:rsidRDefault="00716CC8" w:rsidP="00677EDD">
            <w:pPr>
              <w:tabs>
                <w:tab w:val="right" w:leader="dot" w:pos="8680"/>
              </w:tabs>
            </w:pPr>
            <w:r w:rsidRPr="00716CC8">
              <w:t>The particles move more slowly.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B64AEE" w:rsidRPr="00716CC8" w:rsidRDefault="00B64AEE" w:rsidP="00716CC8">
      <w:pPr>
        <w:spacing w:after="180"/>
        <w:rPr>
          <w:szCs w:val="18"/>
        </w:rPr>
      </w:pPr>
    </w:p>
    <w:p w:rsidR="00B64AEE" w:rsidRDefault="00B64AEE" w:rsidP="00B64AEE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Default="00B64AEE" w:rsidP="00B64AEE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Default="00B64AEE" w:rsidP="00B64AEE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Default="00B64AEE" w:rsidP="00B64AEE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Default="00B64AEE" w:rsidP="00B64AEE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Pr="00B64AEE" w:rsidRDefault="00B64AEE" w:rsidP="00B64AEE">
      <w:pPr>
        <w:spacing w:after="180"/>
        <w:ind w:left="425" w:hanging="425"/>
        <w:rPr>
          <w:sz w:val="44"/>
          <w:szCs w:val="18"/>
          <w:lang w:val="en-US"/>
        </w:rPr>
      </w:pPr>
    </w:p>
    <w:p w:rsidR="00B64AEE" w:rsidRPr="00B64AEE" w:rsidRDefault="00B64AEE" w:rsidP="00B64AEE">
      <w:pPr>
        <w:spacing w:after="180"/>
        <w:ind w:left="425" w:hanging="425"/>
        <w:rPr>
          <w:szCs w:val="18"/>
          <w:lang w:val="en-US"/>
        </w:rPr>
      </w:pPr>
    </w:p>
    <w:p w:rsidR="00B64AEE" w:rsidRPr="00FB2831" w:rsidRDefault="00B64AEE" w:rsidP="00BA2B07">
      <w:pPr>
        <w:spacing w:after="120"/>
        <w:ind w:left="425" w:hanging="425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>2.</w:t>
      </w:r>
      <w:r>
        <w:rPr>
          <w:sz w:val="28"/>
          <w:szCs w:val="18"/>
          <w:lang w:val="en-US"/>
        </w:rPr>
        <w:tab/>
      </w:r>
      <w:r w:rsidR="00BA2B07">
        <w:rPr>
          <w:sz w:val="28"/>
          <w:szCs w:val="18"/>
          <w:lang w:val="en-US"/>
        </w:rPr>
        <w:t>W</w:t>
      </w:r>
      <w:r>
        <w:rPr>
          <w:sz w:val="28"/>
          <w:szCs w:val="18"/>
          <w:lang w:val="en-US"/>
        </w:rPr>
        <w:t xml:space="preserve">hat </w:t>
      </w:r>
      <w:r w:rsidR="00BA2B07">
        <w:rPr>
          <w:sz w:val="28"/>
          <w:szCs w:val="18"/>
          <w:lang w:val="en-US"/>
        </w:rPr>
        <w:t xml:space="preserve">does heating do </w:t>
      </w:r>
      <w:r>
        <w:rPr>
          <w:sz w:val="28"/>
          <w:szCs w:val="18"/>
          <w:lang w:val="en-US"/>
        </w:rPr>
        <w:t>to the pressure of air in the can?</w:t>
      </w:r>
    </w:p>
    <w:p w:rsidR="00B64AEE" w:rsidRPr="00FB2831" w:rsidRDefault="00B64AEE" w:rsidP="00B64AEE">
      <w:pPr>
        <w:spacing w:after="240"/>
        <w:ind w:left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B64AEE" w:rsidRPr="00AE07E9" w:rsidTr="003E6FDB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4AEE" w:rsidRPr="00716CC8" w:rsidRDefault="00B64AEE" w:rsidP="003E6FD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4AEE" w:rsidRPr="00716CC8" w:rsidRDefault="00B64AEE" w:rsidP="00BA2B07">
            <w:pPr>
              <w:tabs>
                <w:tab w:val="right" w:leader="dot" w:pos="8680"/>
              </w:tabs>
            </w:pPr>
            <w:r>
              <w:t xml:space="preserve">Pressure </w:t>
            </w:r>
            <w:r w:rsidR="00BA2B07">
              <w:t>becomes</w:t>
            </w:r>
            <w:r>
              <w:t xml:space="preserve"> bigger.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EE" w:rsidRPr="00AE07E9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4AEE" w:rsidRPr="00AE07E9" w:rsidTr="003E6FDB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4AEE" w:rsidRPr="00716CC8" w:rsidRDefault="00B64AEE" w:rsidP="003E6FD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B64AEE" w:rsidRPr="00716CC8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4AEE" w:rsidRPr="00AE07E9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4AEE" w:rsidRPr="00AE07E9" w:rsidTr="003E6FDB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4AEE" w:rsidRPr="00716CC8" w:rsidRDefault="00B64AEE" w:rsidP="003E6FD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4AEE" w:rsidRPr="00716CC8" w:rsidRDefault="00B64AEE" w:rsidP="00BA2B07">
            <w:pPr>
              <w:tabs>
                <w:tab w:val="right" w:leader="dot" w:pos="8680"/>
              </w:tabs>
            </w:pPr>
            <w:r>
              <w:t>Pressure</w:t>
            </w:r>
            <w:r w:rsidR="00BA2B07">
              <w:t xml:space="preserve"> stays</w:t>
            </w:r>
            <w:r>
              <w:t xml:space="preserve"> the same</w:t>
            </w:r>
            <w:r w:rsidR="00BA2B07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EE" w:rsidRPr="00AE07E9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4AEE" w:rsidRPr="00AE07E9" w:rsidTr="003E6FDB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4AEE" w:rsidRPr="00716CC8" w:rsidRDefault="00B64AEE" w:rsidP="003E6FD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B64AEE" w:rsidRPr="00716CC8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4AEE" w:rsidRPr="00AE07E9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4AEE" w:rsidRPr="00AE07E9" w:rsidTr="003E6FDB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4AEE" w:rsidRPr="00716CC8" w:rsidRDefault="00B64AEE" w:rsidP="003E6FD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6CC8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4AEE" w:rsidRPr="00716CC8" w:rsidRDefault="00B64AEE" w:rsidP="00BA2B07">
            <w:pPr>
              <w:tabs>
                <w:tab w:val="right" w:leader="dot" w:pos="8680"/>
              </w:tabs>
            </w:pPr>
            <w:r>
              <w:t xml:space="preserve">Pressure </w:t>
            </w:r>
            <w:r w:rsidR="00BA2B07">
              <w:t>becomes</w:t>
            </w:r>
            <w:r>
              <w:t xml:space="preserve"> smaller.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EE" w:rsidRPr="00AE07E9" w:rsidRDefault="00B64AEE" w:rsidP="003E6FD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B64AEE" w:rsidRDefault="00B64AEE" w:rsidP="00716CC8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Default="00B64AEE" w:rsidP="00716CC8">
      <w:pPr>
        <w:spacing w:after="120"/>
        <w:ind w:left="425" w:hanging="425"/>
        <w:rPr>
          <w:sz w:val="28"/>
          <w:szCs w:val="18"/>
          <w:lang w:val="en-US"/>
        </w:rPr>
      </w:pPr>
    </w:p>
    <w:p w:rsidR="00BA2B07" w:rsidRDefault="00BA2B07" w:rsidP="00716CC8">
      <w:pPr>
        <w:spacing w:after="120"/>
        <w:ind w:left="425" w:hanging="425"/>
        <w:rPr>
          <w:sz w:val="28"/>
          <w:szCs w:val="18"/>
          <w:lang w:val="en-US"/>
        </w:rPr>
      </w:pPr>
    </w:p>
    <w:p w:rsidR="00B64AEE" w:rsidRDefault="00B64AEE" w:rsidP="00716CC8">
      <w:pPr>
        <w:spacing w:after="120"/>
        <w:ind w:left="425" w:hanging="425"/>
        <w:rPr>
          <w:sz w:val="28"/>
          <w:szCs w:val="18"/>
          <w:lang w:val="en-US"/>
        </w:rPr>
      </w:pPr>
    </w:p>
    <w:p w:rsidR="00716CC8" w:rsidRDefault="00B64AEE" w:rsidP="00BA2B07">
      <w:pPr>
        <w:spacing w:after="120"/>
        <w:ind w:left="425" w:hanging="425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>3</w:t>
      </w:r>
      <w:r w:rsidR="00716CC8">
        <w:rPr>
          <w:sz w:val="28"/>
          <w:szCs w:val="18"/>
          <w:lang w:val="en-US"/>
        </w:rPr>
        <w:t>.</w:t>
      </w:r>
      <w:r w:rsidR="00716CC8">
        <w:rPr>
          <w:sz w:val="28"/>
          <w:szCs w:val="18"/>
          <w:lang w:val="en-US"/>
        </w:rPr>
        <w:tab/>
      </w:r>
      <w:r w:rsidR="00BA2B07">
        <w:rPr>
          <w:sz w:val="28"/>
          <w:szCs w:val="18"/>
          <w:lang w:val="en-US"/>
        </w:rPr>
        <w:t>W</w:t>
      </w:r>
      <w:r w:rsidR="00716CC8">
        <w:rPr>
          <w:sz w:val="28"/>
          <w:szCs w:val="18"/>
          <w:lang w:val="en-US"/>
        </w:rPr>
        <w:t xml:space="preserve">hich diagram best shows </w:t>
      </w:r>
      <w:r w:rsidR="00BA2B07">
        <w:rPr>
          <w:sz w:val="28"/>
          <w:szCs w:val="18"/>
          <w:lang w:val="en-US"/>
        </w:rPr>
        <w:t xml:space="preserve">what heating does to </w:t>
      </w:r>
      <w:r w:rsidR="00716CC8">
        <w:rPr>
          <w:sz w:val="28"/>
          <w:szCs w:val="18"/>
          <w:lang w:val="en-US"/>
        </w:rPr>
        <w:t>the distribution of particles in the can?</w:t>
      </w:r>
    </w:p>
    <w:p w:rsidR="00716CC8" w:rsidRDefault="00B64AEE" w:rsidP="00716CC8">
      <w:pPr>
        <w:spacing w:after="240"/>
        <w:ind w:left="425"/>
        <w:rPr>
          <w:sz w:val="28"/>
          <w:szCs w:val="18"/>
          <w:lang w:val="en-US"/>
        </w:rPr>
      </w:pPr>
      <w:r>
        <w:rPr>
          <w:noProof/>
          <w:sz w:val="28"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306705</wp:posOffset>
                </wp:positionV>
                <wp:extent cx="5850255" cy="2562595"/>
                <wp:effectExtent l="0" t="0" r="0" b="952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0255" cy="2562595"/>
                          <a:chOff x="0" y="0"/>
                          <a:chExt cx="5850255" cy="2562595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8160" cy="2560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 Placeholder 17"/>
                        <wps:cNvSpPr txBox="1">
                          <a:spLocks/>
                        </wps:cNvSpPr>
                        <wps:spPr>
                          <a:xfrm>
                            <a:off x="0" y="873760"/>
                            <a:ext cx="2783840" cy="388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16CC8" w:rsidRPr="00716CC8" w:rsidRDefault="00716CC8" w:rsidP="00BA2B07">
                              <w:pPr>
                                <w:pStyle w:val="NormalWeb"/>
                                <w:spacing w:before="0" w:beforeAutospacing="0" w:after="0" w:afterAutospacing="0"/>
                                <w:ind w:left="709" w:hanging="709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716CC8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A</w:t>
                              </w:r>
                              <w:r w:rsidRPr="00716CC8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ab/>
                              </w:r>
                              <w:r w:rsidR="00BA2B07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Stay</w:t>
                              </w:r>
                              <w:r w:rsidRPr="00716CC8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="00BA2B07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roughly </w:t>
                              </w:r>
                              <w:r w:rsidRPr="00716CC8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the same. </w:t>
                              </w:r>
                            </w:p>
                          </w:txbxContent>
                        </wps:txbx>
                        <wps:bodyPr wrap="square" anchor="b">
                          <a:normAutofit/>
                        </wps:bodyPr>
                      </wps:wsp>
                      <wps:wsp>
                        <wps:cNvPr id="21" name="Text Placeholder 17"/>
                        <wps:cNvSpPr txBox="1">
                          <a:spLocks/>
                        </wps:cNvSpPr>
                        <wps:spPr>
                          <a:xfrm>
                            <a:off x="2773680" y="2174240"/>
                            <a:ext cx="3076575" cy="388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16CC8" w:rsidRPr="00716CC8" w:rsidRDefault="00716CC8" w:rsidP="00BA2B07">
                              <w:pPr>
                                <w:pStyle w:val="NormalWeb"/>
                                <w:spacing w:before="0" w:beforeAutospacing="0" w:after="0" w:afterAutospacing="0"/>
                                <w:ind w:left="709" w:hanging="709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716CC8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D</w:t>
                              </w:r>
                              <w:r w:rsidRPr="00716CC8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ab/>
                              </w:r>
                              <w:r w:rsidR="00BA2B07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Cluster</w:t>
                              </w:r>
                              <w:r w:rsidRPr="00716CC8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 nearer the middle. </w:t>
                              </w:r>
                            </w:p>
                          </w:txbxContent>
                        </wps:txbx>
                        <wps:bodyPr wrap="square" anchor="b">
                          <a:normAutofit/>
                        </wps:bodyPr>
                      </wps:wsp>
                      <wps:wsp>
                        <wps:cNvPr id="14" name="Text Placeholder 17"/>
                        <wps:cNvSpPr txBox="1">
                          <a:spLocks/>
                        </wps:cNvSpPr>
                        <wps:spPr>
                          <a:xfrm>
                            <a:off x="2773680" y="873760"/>
                            <a:ext cx="2600960" cy="388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64AEE" w:rsidRPr="00B64AEE" w:rsidRDefault="00B64AEE" w:rsidP="00BA2B07">
                              <w:pPr>
                                <w:pStyle w:val="NormalWeb"/>
                                <w:spacing w:before="0" w:beforeAutospacing="0" w:after="0" w:afterAutospacing="0"/>
                                <w:ind w:left="567" w:hanging="567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B64AEE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B</w:t>
                              </w:r>
                              <w:r w:rsidR="00BA2B07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ab/>
                                <w:t>Become m</w:t>
                              </w:r>
                              <w:r w:rsidRPr="00B64AEE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ore spaced out. </w:t>
                              </w:r>
                            </w:p>
                          </w:txbxContent>
                        </wps:txbx>
                        <wps:bodyPr wrap="square" anchor="b">
                          <a:normAutofit/>
                        </wps:bodyPr>
                      </wps:wsp>
                      <wps:wsp>
                        <wps:cNvPr id="15" name="Text Placeholder 17"/>
                        <wps:cNvSpPr txBox="1">
                          <a:spLocks/>
                        </wps:cNvSpPr>
                        <wps:spPr>
                          <a:xfrm>
                            <a:off x="0" y="2174240"/>
                            <a:ext cx="2712720" cy="388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64AEE" w:rsidRPr="00B64AEE" w:rsidRDefault="00B64AEE" w:rsidP="00BA2B07">
                              <w:pPr>
                                <w:pStyle w:val="NormalWeb"/>
                                <w:spacing w:before="0" w:beforeAutospacing="0" w:after="0" w:afterAutospacing="0"/>
                                <w:ind w:left="709" w:hanging="709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B64AEE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C</w:t>
                              </w:r>
                              <w:r w:rsidRPr="00B64AEE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ab/>
                              </w:r>
                              <w:r w:rsidR="00BA2B07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Cluster</w:t>
                              </w:r>
                              <w:r w:rsidRPr="00B64AEE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 near</w:t>
                              </w:r>
                              <w:r w:rsidR="00BA2B07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>er</w:t>
                              </w:r>
                              <w:r w:rsidRPr="00B64AEE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8"/>
                                  <w:szCs w:val="36"/>
                                  <w:lang w:val="en-US"/>
                                </w:rPr>
                                <w:t xml:space="preserve"> the sides. </w:t>
                              </w:r>
                            </w:p>
                          </w:txbxContent>
                        </wps:txbx>
                        <wps:bodyPr wrap="square" anchor="b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" o:spid="_x0000_s1026" style="position:absolute;left:0;text-align:left;margin-left:0;margin-top:24.15pt;width:460.65pt;height:201.8pt;z-index:251666432" coordsize="58502,25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7" type="#_x0000_t75" style="position:absolute;width:55981;height:256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Placeholder 17" o:spid="_x0000_s1028" type="#_x0000_t202" style="position:absolute;top:8737;width:27838;height:38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" filled="f" stroked="f">
                  <v:path arrowok="t"/>
                  <v:textbox>
                    <w:txbxContent>
                      <w:p w:rsidR="00716CC8" w:rsidRPr="00716CC8" w:rsidRDefault="00716CC8" w:rsidP="00BA2B07">
                        <w:pPr>
                          <w:pStyle w:val="NormalWeb"/>
                          <w:spacing w:before="0" w:beforeAutospacing="0" w:after="0" w:afterAutospacing="0"/>
                          <w:ind w:left="709" w:hanging="709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716CC8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A</w:t>
                        </w:r>
                        <w:r w:rsidRPr="00716CC8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ab/>
                        </w:r>
                        <w:r w:rsidR="00BA2B07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Stay</w:t>
                        </w:r>
                        <w:r w:rsidRPr="00716CC8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 </w:t>
                        </w:r>
                        <w:r w:rsidR="00BA2B07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roughly </w:t>
                        </w:r>
                        <w:r w:rsidRPr="00716CC8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the same. </w:t>
                        </w:r>
                      </w:p>
                    </w:txbxContent>
                  </v:textbox>
                </v:shape>
                <v:shape id="Text Placeholder 17" o:spid="_x0000_s1029" type="#_x0000_t202" style="position:absolute;left:27736;top:21742;width:30766;height:38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" filled="f" stroked="f">
                  <v:path arrowok="t"/>
                  <v:textbox>
                    <w:txbxContent>
                      <w:p w:rsidR="00716CC8" w:rsidRPr="00716CC8" w:rsidRDefault="00716CC8" w:rsidP="00BA2B07">
                        <w:pPr>
                          <w:pStyle w:val="NormalWeb"/>
                          <w:spacing w:before="0" w:beforeAutospacing="0" w:after="0" w:afterAutospacing="0"/>
                          <w:ind w:left="709" w:hanging="709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716CC8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D</w:t>
                        </w:r>
                        <w:r w:rsidRPr="00716CC8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ab/>
                        </w:r>
                        <w:r w:rsidR="00BA2B07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Cluster</w:t>
                        </w:r>
                        <w:r w:rsidRPr="00716CC8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 nearer the middle. </w:t>
                        </w:r>
                      </w:p>
                    </w:txbxContent>
                  </v:textbox>
                </v:shape>
                <v:shape id="Text Placeholder 17" o:spid="_x0000_s1030" type="#_x0000_t202" style="position:absolute;left:27736;top:8737;width:26010;height:38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" filled="f" stroked="f">
                  <v:path arrowok="t"/>
                  <v:textbox>
                    <w:txbxContent>
                      <w:p w:rsidR="00B64AEE" w:rsidRPr="00B64AEE" w:rsidRDefault="00B64AEE" w:rsidP="00BA2B07">
                        <w:pPr>
                          <w:pStyle w:val="NormalWeb"/>
                          <w:spacing w:before="0" w:beforeAutospacing="0" w:after="0" w:afterAutospacing="0"/>
                          <w:ind w:left="567" w:hanging="567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B64AEE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B</w:t>
                        </w:r>
                        <w:r w:rsidR="00BA2B07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ab/>
                          <w:t>Become m</w:t>
                        </w:r>
                        <w:r w:rsidRPr="00B64AEE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ore spaced out. </w:t>
                        </w:r>
                      </w:p>
                    </w:txbxContent>
                  </v:textbox>
                </v:shape>
                <v:shape id="Text Placeholder 17" o:spid="_x0000_s1031" type="#_x0000_t202" style="position:absolute;top:21742;width:27127;height:38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" filled="f" stroked="f">
                  <v:path arrowok="t"/>
                  <v:textbox>
                    <w:txbxContent>
                      <w:p w:rsidR="00B64AEE" w:rsidRPr="00B64AEE" w:rsidRDefault="00B64AEE" w:rsidP="00BA2B07">
                        <w:pPr>
                          <w:pStyle w:val="NormalWeb"/>
                          <w:spacing w:before="0" w:beforeAutospacing="0" w:after="0" w:afterAutospacing="0"/>
                          <w:ind w:left="709" w:hanging="709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B64AEE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C</w:t>
                        </w:r>
                        <w:r w:rsidRPr="00B64AEE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ab/>
                        </w:r>
                        <w:r w:rsidR="00BA2B07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Cluster</w:t>
                        </w:r>
                        <w:r w:rsidRPr="00B64AEE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 near</w:t>
                        </w:r>
                        <w:r w:rsidR="00BA2B07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>er</w:t>
                        </w:r>
                        <w:r w:rsidRPr="00B64AEE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8"/>
                            <w:szCs w:val="36"/>
                            <w:lang w:val="en-US"/>
                          </w:rPr>
                          <w:t xml:space="preserve"> the sides.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6CC8" w:rsidRPr="00FB2831" w:rsidRDefault="00716CC8" w:rsidP="00716CC8">
      <w:pPr>
        <w:spacing w:after="120"/>
        <w:ind w:left="425"/>
        <w:rPr>
          <w:sz w:val="28"/>
          <w:szCs w:val="18"/>
          <w:lang w:val="en-US"/>
        </w:rPr>
      </w:pPr>
    </w:p>
    <w:p w:rsidR="00716CC8" w:rsidRDefault="00716CC8" w:rsidP="00716CC8">
      <w:pPr>
        <w:spacing w:after="180"/>
        <w:rPr>
          <w:szCs w:val="18"/>
        </w:rPr>
      </w:pPr>
    </w:p>
    <w:p w:rsidR="00716CC8" w:rsidRPr="00716CC8" w:rsidRDefault="00716CC8" w:rsidP="00716CC8">
      <w:pPr>
        <w:spacing w:after="180"/>
        <w:rPr>
          <w:szCs w:val="18"/>
        </w:rPr>
        <w:sectPr w:rsidR="00716CC8" w:rsidRPr="00716CC8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467CC" w:rsidRPr="006F3279" w:rsidRDefault="008467CC" w:rsidP="008467C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PMA4: Particle explanations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PMA4.2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Pressure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467C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Hot air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3807F4" w:rsidP="0007651D">
            <w:pPr>
              <w:spacing w:before="60" w:after="60"/>
            </w:pPr>
            <w:r w:rsidRPr="003807F4">
              <w:t>The pressure of a fluid is a measure of how hard its particles are pushing each other apart, and it is proportional to the size of the force exerted by the fluid on a surface.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8467CC" w:rsidP="0007651D">
            <w:pPr>
              <w:spacing w:before="60" w:after="60"/>
              <w:rPr>
                <w:b/>
              </w:rPr>
            </w:pPr>
            <w:r w:rsidRPr="008467CC">
              <w:t>Explain the effect of temperature change on the pressure of a fixed volume of fluid.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C5F4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467CC" w:rsidP="000505CA">
            <w:pPr>
              <w:spacing w:before="60" w:after="60"/>
            </w:pPr>
            <w:r>
              <w:t>Pressure, particle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575164" w:rsidRDefault="00575164" w:rsidP="00575164">
      <w:pPr>
        <w:spacing w:after="160" w:line="259" w:lineRule="auto"/>
      </w:pPr>
      <w:r>
        <w:t xml:space="preserve">Following large scale studies of students’ conceptions about gases </w:t>
      </w:r>
      <w:r>
        <w:rPr>
          <w:rFonts w:cstheme="minorHAnsi"/>
        </w:rPr>
        <w:t xml:space="preserve">(n=600, age 11-13) and fluids </w:t>
      </w:r>
      <w:r>
        <w:t xml:space="preserve">(n=944, age 14-20) by </w:t>
      </w:r>
      <w:proofErr w:type="spellStart"/>
      <w:r w:rsidRPr="00B71840">
        <w:t>S</w:t>
      </w:r>
      <w:r>
        <w:rPr>
          <w:rFonts w:cstheme="minorHAnsi"/>
        </w:rPr>
        <w:t>é</w:t>
      </w:r>
      <w:r w:rsidRPr="00B71840">
        <w:t>r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ADDIN EN.CITE &lt;EndNote&gt;&lt;Cite ExcludeAuth="1"&gt;&lt;Author&gt;Sere&lt;/Author&gt;&lt;Year&gt;1986&lt;/Year&gt;&lt;IDText&gt;Childrens&amp;apos; conceptions of the gaseous state, prior to teaching&lt;/IDText&gt;&lt;DisplayText&gt;(1986)&lt;/DisplayText&gt;&lt;record&gt;&lt;titles&gt;&lt;title&gt;Childrens&amp;apos; conceptions of the gaseous state, prior to teaching&lt;/title&gt;&lt;secondary-title&gt;European Journal of Science Education&lt;/secondary-title&gt;&lt;/titles&gt;&lt;pages&gt;413-25&lt;/pages&gt;&lt;contributors&gt;&lt;authors&gt;&lt;author&gt;Sere, M&lt;/author&gt;&lt;/authors&gt;&lt;/contributors&gt;&lt;added-date format="utc"&gt;1572618506&lt;/added-date&gt;&lt;ref-type name="Journal Article"&gt;17&lt;/ref-type&gt;&lt;dates&gt;&lt;year&gt;1986&lt;/year&gt;&lt;/dates&gt;&lt;rec-number&gt;175&lt;/rec-number&gt;&lt;last-updated-date format="utc"&gt;1572619042&lt;/last-updated-date&gt;&lt;volume&gt;8&lt;/volume&gt;&lt;/record&gt;&lt;/Cite&gt;&lt;/EndNote&gt;</w:instrText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(1986)</w:t>
      </w:r>
      <w:r>
        <w:rPr>
          <w:rFonts w:cstheme="minorHAnsi"/>
        </w:rPr>
        <w:fldChar w:fldCharType="end"/>
      </w:r>
      <w:r>
        <w:rPr>
          <w:rFonts w:cstheme="minorHAnsi"/>
        </w:rPr>
        <w:t xml:space="preserve"> and </w:t>
      </w:r>
      <w:proofErr w:type="spellStart"/>
      <w:r>
        <w:rPr>
          <w:rFonts w:cstheme="minorHAnsi"/>
        </w:rPr>
        <w:t>Besson</w:t>
      </w:r>
      <w:proofErr w:type="spellEnd"/>
      <w:r>
        <w:rPr>
          <w:rFonts w:cstheme="minorHAnsi"/>
        </w:rPr>
        <w:t xml:space="preserve"> </w:t>
      </w:r>
      <w:r>
        <w:fldChar w:fldCharType="begin"/>
      </w:r>
      <w:r>
        <w:instrText xml:space="preserve"> ADDIN EN.CITE &lt;EndNote&gt;&lt;Cite ExcludeAuth="1"&gt;&lt;Author&gt;Besson&lt;/Author&gt;&lt;Year&gt;2004&lt;/Year&gt;&lt;IDText&gt;Students&amp;apos; conceptions of fluids&lt;/IDText&gt;&lt;DisplayText&gt;(2004)&lt;/DisplayText&gt;&lt;record&gt;&lt;titles&gt;&lt;title&gt;Students&amp;apos; conceptions of fluids&lt;/title&gt;&lt;secondary-title&gt;International Journal of Science Education&lt;/secondary-title&gt;&lt;/titles&gt;&lt;pages&gt;1683-1714&lt;/pages&gt;&lt;contributors&gt;&lt;authors&gt;&lt;author&gt;Besson, U&lt;/author&gt;&lt;/authors&gt;&lt;/contributors&gt;&lt;added-date format="utc"&gt;1572617694&lt;/added-date&gt;&lt;ref-type name="Journal Article"&gt;17&lt;/ref-type&gt;&lt;dates&gt;&lt;year&gt;2004&lt;/year&gt;&lt;/dates&gt;&lt;rec-number&gt;171&lt;/rec-number&gt;&lt;last-updated-date format="utc"&gt;1572618235&lt;/last-updated-date&gt;&lt;volume&gt;26:14&lt;/volume&gt;&lt;/record&gt;&lt;/Cite&gt;&lt;/EndNote&gt;</w:instrText>
      </w:r>
      <w:r>
        <w:fldChar w:fldCharType="separate"/>
      </w:r>
      <w:r>
        <w:rPr>
          <w:noProof/>
        </w:rPr>
        <w:t>(2004)</w:t>
      </w:r>
      <w:r>
        <w:fldChar w:fldCharType="end"/>
      </w:r>
      <w:r>
        <w:t xml:space="preserve"> respectively, both researchers conclude that there is a need for students to systematically reason how the motion of particles cause pressure effects, as a preliminary step in the study of pressure. Ideas about</w:t>
      </w:r>
      <w:r w:rsidRPr="004B7823">
        <w:t xml:space="preserve"> </w:t>
      </w:r>
      <w:r>
        <w:t>the movement of particles in a fluid can then be used to explain why the force on a surface, F = P x A.</w:t>
      </w:r>
    </w:p>
    <w:p w:rsidR="00575164" w:rsidRDefault="00575164" w:rsidP="00575164">
      <w:pPr>
        <w:spacing w:after="180"/>
      </w:pPr>
      <w:r>
        <w:t xml:space="preserve">Before using a particle model to explain pressure, it may be necessary to resolve students’ misunderstandings about the motion and distribution of particles in gas. In their study of US college students on a general chemistry course (n=378, age 17-18) </w:t>
      </w:r>
      <w:r w:rsidR="00BB4C8C">
        <w:rPr>
          <w:noProof/>
        </w:rPr>
        <w:t xml:space="preserve">Sanger, Vaughn and Binkley </w:t>
      </w:r>
      <w:r w:rsidR="00BB4C8C">
        <w:rPr>
          <w:noProof/>
        </w:rPr>
        <w:fldChar w:fldCharType="begin"/>
      </w:r>
      <w:r w:rsidR="00BB4C8C">
        <w:rPr>
          <w:noProof/>
        </w:rPr>
        <w:instrText xml:space="preserve"> ADDIN EN.CITE &lt;EndNote&gt;&lt;Cite ExcludeAuth="1"&gt;&lt;Author&gt;Sanger&lt;/Author&gt;&lt;Year&gt;2013&lt;/Year&gt;&lt;IDText&gt;Concept learning versus problem solving: evaluating a threat to the validity of a particulate gas law question&lt;/IDText&gt;&lt;DisplayText&gt;(2013)&lt;/DisplayText&gt;&lt;record&gt;&lt;titles&gt;&lt;title&gt;Concept learning versus problem solving: evaluating a threat to the validity of a particulate gas law question&lt;/title&gt;&lt;secondary-title&gt;Journal of Chemical Education&lt;/secondary-title&gt;&lt;/titles&gt;&lt;pages&gt;700-709&lt;/pages&gt;&lt;contributors&gt;&lt;authors&gt;&lt;author&gt;Sanger, M. J&lt;/author&gt;&lt;author&gt;Vaughn, C. K&lt;/author&gt;&lt;author&gt;Binkley, D. A&lt;/author&gt;&lt;/authors&gt;&lt;/contributors&gt;&lt;added-date format="utc"&gt;1599038473&lt;/added-date&gt;&lt;ref-type name="Journal Article"&gt;17&lt;/ref-type&gt;&lt;dates&gt;&lt;year&gt;2013&lt;/year&gt;&lt;/dates&gt;&lt;rec-number&gt;305&lt;/rec-number&gt;&lt;last-updated-date format="utc"&gt;1599038576&lt;/last-updated-date&gt;&lt;volume&gt;90&lt;/volume&gt;&lt;/record&gt;&lt;/Cite&gt;&lt;/EndNote&gt;</w:instrText>
      </w:r>
      <w:r w:rsidR="00BB4C8C">
        <w:rPr>
          <w:noProof/>
        </w:rPr>
        <w:fldChar w:fldCharType="separate"/>
      </w:r>
      <w:r w:rsidR="00BB4C8C">
        <w:rPr>
          <w:noProof/>
        </w:rPr>
        <w:t>(2013)</w:t>
      </w:r>
      <w:r w:rsidR="00BB4C8C">
        <w:rPr>
          <w:noProof/>
        </w:rPr>
        <w:fldChar w:fldCharType="end"/>
      </w:r>
      <w:r w:rsidR="00BB4C8C">
        <w:rPr>
          <w:noProof/>
        </w:rPr>
        <w:t xml:space="preserve"> </w:t>
      </w:r>
      <w:r>
        <w:t xml:space="preserve">found </w:t>
      </w:r>
      <w:bookmarkStart w:id="0" w:name="_GoBack"/>
      <w:bookmarkEnd w:id="0"/>
      <w:r>
        <w:t xml:space="preserve">that although 85% understood how particle speeds increased or decreased with temperature, only 51% predicted the correct distribution of particles in a gas after its temperature had been reduced. Rather than thinking of particles evenly distributed throughout a container, and moving at a slower average speed; nearly </w:t>
      </w:r>
      <w:r w:rsidR="00703AE7">
        <w:t>half</w:t>
      </w:r>
      <w:r>
        <w:t xml:space="preserve"> thought that the slowing down of particles in a gas meant that they moved more closely together and clustered in one region of a container. </w:t>
      </w:r>
    </w:p>
    <w:p w:rsidR="00575164" w:rsidRDefault="00575164" w:rsidP="00575164">
      <w:pPr>
        <w:spacing w:after="180"/>
      </w:pPr>
      <w:r>
        <w:t>These questions explore students</w:t>
      </w:r>
      <w:r w:rsidR="00E41CF8">
        <w:t>’</w:t>
      </w:r>
      <w:r>
        <w:t xml:space="preserve"> understanding of how increasing the speed of gas particles by heating affects the pressure of the gas and the distribution of its particles, when volume remains the same.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3C3C7D" w:rsidP="003C3C7D">
      <w:pPr>
        <w:spacing w:after="180"/>
        <w:ind w:left="426" w:hanging="426"/>
      </w:pPr>
      <w:r>
        <w:t>1.</w:t>
      </w:r>
      <w:r>
        <w:tab/>
        <w:t>A, the particles move more quickly.</w:t>
      </w:r>
    </w:p>
    <w:p w:rsidR="003C3C7D" w:rsidRDefault="003C3C7D" w:rsidP="003C3C7D">
      <w:pPr>
        <w:spacing w:after="180"/>
        <w:ind w:left="426" w:hanging="426"/>
      </w:pPr>
      <w:r>
        <w:t>2.</w:t>
      </w:r>
      <w:r>
        <w:tab/>
        <w:t xml:space="preserve">A, pressure </w:t>
      </w:r>
      <w:r w:rsidR="003807F4">
        <w:t>becomes</w:t>
      </w:r>
      <w:r>
        <w:t xml:space="preserve"> bigger.</w:t>
      </w:r>
    </w:p>
    <w:p w:rsidR="003C3C7D" w:rsidRDefault="003C3C7D" w:rsidP="003C3C7D">
      <w:pPr>
        <w:spacing w:after="180"/>
        <w:ind w:left="426" w:hanging="426"/>
      </w:pPr>
      <w:r>
        <w:t>3.</w:t>
      </w:r>
      <w:r>
        <w:tab/>
        <w:t xml:space="preserve">A, </w:t>
      </w:r>
      <w:r w:rsidR="003807F4">
        <w:t>stay roughly the same</w:t>
      </w:r>
      <w:r>
        <w:t>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BD320A" w:rsidP="00A01222">
      <w:pPr>
        <w:spacing w:after="180"/>
      </w:pPr>
      <w:r>
        <w:t xml:space="preserve">For question 1, most students will recognise that particles of a gas move more quickly when the temperature of the gas is increased. </w:t>
      </w:r>
    </w:p>
    <w:p w:rsidR="00BD320A" w:rsidRDefault="00BD320A" w:rsidP="00A01222">
      <w:pPr>
        <w:spacing w:after="180"/>
      </w:pPr>
      <w:r>
        <w:t xml:space="preserve">Question 2 addresses the understanding that a gas with faster moving particles in a confined space has a bigger pressure. Sanger et al. </w:t>
      </w:r>
      <w:r>
        <w:fldChar w:fldCharType="begin"/>
      </w:r>
      <w:r>
        <w:instrText xml:space="preserve"> ADDIN EN.CITE &lt;EndNote&gt;&lt;Cite ExcludeAuth="1"&gt;&lt;Author&gt;Sanger&lt;/Author&gt;&lt;Year&gt;2013&lt;/Year&gt;&lt;IDText&gt;Concept learning versus problem solving: evaluating a threat to the validity of a particulate gas law question&lt;/IDText&gt;&lt;DisplayText&gt;(2013)&lt;/DisplayText&gt;&lt;record&gt;&lt;titles&gt;&lt;title&gt;Concept learning versus problem solving: evaluating a threat to the validity of a particulate gas law question&lt;/title&gt;&lt;secondary-title&gt;Journal of Chemical Education&lt;/secondary-title&gt;&lt;/titles&gt;&lt;pages&gt;700-709&lt;/pages&gt;&lt;contributors&gt;&lt;authors&gt;&lt;author&gt;Sanger, M. J&lt;/author&gt;&lt;author&gt;Vaughn, C. K&lt;/author&gt;&lt;author&gt;Binkley, D. A&lt;/author&gt;&lt;/authors&gt;&lt;/contributors&gt;&lt;added-date format="utc"&gt;1599038473&lt;/added-date&gt;&lt;ref-type name="Journal Article"&gt;17&lt;/ref-type&gt;&lt;dates&gt;&lt;year&gt;2013&lt;/year&gt;&lt;/dates&gt;&lt;rec-number&gt;305&lt;/rec-number&gt;&lt;last-updated-date format="utc"&gt;1599038576&lt;/last-updated-date&gt;&lt;volume&gt;90&lt;/volume&gt;&lt;/record&gt;&lt;/Cite&gt;&lt;/EndNote&gt;</w:instrText>
      </w:r>
      <w:r>
        <w:fldChar w:fldCharType="separate"/>
      </w:r>
      <w:r>
        <w:rPr>
          <w:noProof/>
        </w:rPr>
        <w:t>(2013)</w:t>
      </w:r>
      <w:r>
        <w:fldChar w:fldCharType="end"/>
      </w:r>
      <w:r>
        <w:t xml:space="preserve"> found that about half of students (age 17-18) did not make the connection between the speed of particles and </w:t>
      </w:r>
      <w:r w:rsidR="00DE2EA6">
        <w:t xml:space="preserve">changes to </w:t>
      </w:r>
      <w:r>
        <w:t xml:space="preserve">pressure when a gas was cooled. </w:t>
      </w:r>
      <w:r w:rsidR="00612A34">
        <w:t xml:space="preserve">Students </w:t>
      </w:r>
      <w:r w:rsidR="00472B0A">
        <w:t>giv</w:t>
      </w:r>
      <w:r w:rsidR="00612A34">
        <w:t>ing wrong answers to this question are likely to be thinking pressure is dependent on the density of gas particles.</w:t>
      </w:r>
      <w:r w:rsidR="00472B0A">
        <w:t xml:space="preserve"> </w:t>
      </w:r>
      <w:r w:rsidR="00612A34">
        <w:t xml:space="preserve">Those who think pressure remains constant may recognise that the number of gas particles in the can has not changed. Others who predict </w:t>
      </w:r>
      <w:r>
        <w:t xml:space="preserve">the pressure of </w:t>
      </w:r>
      <w:r w:rsidR="00612A34">
        <w:t>air decreases</w:t>
      </w:r>
      <w:r>
        <w:t xml:space="preserve"> </w:t>
      </w:r>
      <w:r w:rsidR="00612A34">
        <w:t>may have recalled that</w:t>
      </w:r>
      <w:r>
        <w:t xml:space="preserve"> particles of gas are more spaced out when the gas</w:t>
      </w:r>
      <w:r w:rsidR="00612A34">
        <w:t xml:space="preserve"> is hotter, but have applied this ‘fact’ to a situation in which it is not true.</w:t>
      </w:r>
    </w:p>
    <w:p w:rsidR="00612A34" w:rsidRPr="00BD320A" w:rsidRDefault="00612A34" w:rsidP="00A01222">
      <w:pPr>
        <w:spacing w:after="180"/>
      </w:pPr>
      <w:r>
        <w:t>Question 3 addresses the understanding that particles of gas in a fixed volume cannot spread out</w:t>
      </w:r>
      <w:r w:rsidR="00D95029">
        <w:t>.</w:t>
      </w:r>
      <w:r>
        <w:t xml:space="preserve"> </w:t>
      </w:r>
      <w:r w:rsidR="00D95029">
        <w:t>I</w:t>
      </w:r>
      <w:r>
        <w:t>nstead</w:t>
      </w:r>
      <w:r w:rsidR="00D95029">
        <w:t>,</w:t>
      </w:r>
      <w:r>
        <w:t xml:space="preserve"> </w:t>
      </w:r>
      <w:r w:rsidR="00141065">
        <w:t>particles</w:t>
      </w:r>
      <w:r w:rsidR="00D95029">
        <w:t xml:space="preserve"> </w:t>
      </w:r>
      <w:r>
        <w:t>collide with each other</w:t>
      </w:r>
      <w:r w:rsidR="00D95029">
        <w:t xml:space="preserve"> </w:t>
      </w:r>
      <w:r>
        <w:t>more often and with more force</w:t>
      </w:r>
      <w:r w:rsidR="00141065">
        <w:t xml:space="preserve">, but the separation of particles </w:t>
      </w:r>
      <w:r w:rsidR="00B67D15">
        <w:t>is kept</w:t>
      </w:r>
      <w:r w:rsidR="00141065">
        <w:t xml:space="preserve"> the same</w:t>
      </w:r>
      <w:r w:rsidR="00B67D15">
        <w:t xml:space="preserve"> by the container</w:t>
      </w:r>
      <w:r w:rsidR="00141065">
        <w:t xml:space="preserve">. Sanger et al. </w:t>
      </w:r>
      <w:r w:rsidR="00141065">
        <w:fldChar w:fldCharType="begin"/>
      </w:r>
      <w:r w:rsidR="00141065">
        <w:instrText xml:space="preserve"> ADDIN EN.CITE &lt;EndNote&gt;&lt;Cite ExcludeAuth="1"&gt;&lt;Author&gt;Sanger&lt;/Author&gt;&lt;Year&gt;2013&lt;/Year&gt;&lt;IDText&gt;Concept learning versus problem solving: evaluating a threat to the validity of a particulate gas law question&lt;/IDText&gt;&lt;DisplayText&gt;(2013)&lt;/DisplayText&gt;&lt;record&gt;&lt;titles&gt;&lt;title&gt;Concept learning versus problem solving: evaluating a threat to the validity of a particulate gas law question&lt;/title&gt;&lt;secondary-title&gt;Journal of Chemical Education&lt;/secondary-title&gt;&lt;/titles&gt;&lt;pages&gt;700-709&lt;/pages&gt;&lt;contributors&gt;&lt;authors&gt;&lt;author&gt;Sanger, M. J&lt;/author&gt;&lt;author&gt;Vaughn, C. K&lt;/author&gt;&lt;author&gt;Binkley, D. A&lt;/author&gt;&lt;/authors&gt;&lt;/contributors&gt;&lt;added-date format="utc"&gt;1599038473&lt;/added-date&gt;&lt;ref-type name="Journal Article"&gt;17&lt;/ref-type&gt;&lt;dates&gt;&lt;year&gt;2013&lt;/year&gt;&lt;/dates&gt;&lt;rec-number&gt;305&lt;/rec-number&gt;&lt;last-updated-date format="utc"&gt;1599038576&lt;/last-updated-date&gt;&lt;volume&gt;90&lt;/volume&gt;&lt;/record&gt;&lt;/Cite&gt;&lt;/EndNote&gt;</w:instrText>
      </w:r>
      <w:r w:rsidR="00141065">
        <w:fldChar w:fldCharType="separate"/>
      </w:r>
      <w:r w:rsidR="00141065">
        <w:rPr>
          <w:noProof/>
        </w:rPr>
        <w:t>(2013)</w:t>
      </w:r>
      <w:r w:rsidR="00141065">
        <w:fldChar w:fldCharType="end"/>
      </w:r>
      <w:r w:rsidR="00141065">
        <w:t xml:space="preserve"> found that about half of students (age 17-18) did not understand this. </w:t>
      </w:r>
      <w:r w:rsidR="00B67D15">
        <w:t xml:space="preserve">Some may </w:t>
      </w:r>
      <w:r w:rsidR="00DE2EA6">
        <w:t xml:space="preserve">wrongly </w:t>
      </w:r>
      <w:r w:rsidR="00B67D15">
        <w:t>apply the ‘fact’ that particles of a gas</w:t>
      </w:r>
      <w:r w:rsidR="00DE2EA6">
        <w:t xml:space="preserve"> spread out when it gets hotter</w:t>
      </w:r>
      <w:r w:rsidR="00B67D15">
        <w:t xml:space="preserve">. Others may choose option C which shows particles moving away from each other while being contained by the walls of the can. </w:t>
      </w:r>
      <w:r w:rsidR="00DE2EA6">
        <w:t>A</w:t>
      </w:r>
      <w:r w:rsidR="00B67D15">
        <w:t xml:space="preserve">nswer D represents particles </w:t>
      </w:r>
      <w:r w:rsidR="00DE2EA6">
        <w:t>bouncing harder off the walls and being forced into the middle</w:t>
      </w:r>
      <w:r w:rsidR="00B67D15">
        <w:t>.</w:t>
      </w:r>
    </w:p>
    <w:p w:rsidR="008467CC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3262D3">
        <w:t>e</w:t>
      </w:r>
      <w:r w:rsidR="003262D3" w:rsidRPr="008467CC">
        <w:t>xplain</w:t>
      </w:r>
      <w:r w:rsidR="003262D3">
        <w:t>ing</w:t>
      </w:r>
      <w:r w:rsidR="003262D3" w:rsidRPr="008467CC">
        <w:t xml:space="preserve"> the effect of temperature change on the pres</w:t>
      </w:r>
      <w:r w:rsidR="003262D3">
        <w:t>sure of a fixed volume of fluid</w:t>
      </w:r>
      <w:r w:rsidRPr="004F039C">
        <w:t xml:space="preserve">, </w:t>
      </w:r>
      <w:r w:rsidR="003262D3">
        <w:t>it can be helpful to review their understanding of particles in a gas</w:t>
      </w:r>
      <w:r>
        <w:t xml:space="preserve">. </w:t>
      </w:r>
      <w:r w:rsidR="003262D3">
        <w:t xml:space="preserve">Careful questioning can elicit the understanding that particles of a </w:t>
      </w:r>
      <w:r w:rsidR="0009650A">
        <w:t xml:space="preserve">gas, which is in a container, </w:t>
      </w:r>
      <w:r w:rsidR="003262D3">
        <w:t xml:space="preserve">always move to fill </w:t>
      </w:r>
      <w:r w:rsidR="00904EF5">
        <w:t xml:space="preserve">the whole of </w:t>
      </w:r>
      <w:r w:rsidR="0009650A">
        <w:t>the</w:t>
      </w:r>
      <w:r w:rsidR="003262D3">
        <w:t xml:space="preserve"> container</w:t>
      </w:r>
      <w:r w:rsidR="0009650A">
        <w:t>. This means the</w:t>
      </w:r>
      <w:r w:rsidR="00904EF5">
        <w:t xml:space="preserve"> average separation </w:t>
      </w:r>
      <w:r w:rsidR="0009650A">
        <w:t>of particles cannot</w:t>
      </w:r>
      <w:r w:rsidR="00904EF5">
        <w:t xml:space="preserve"> change with their speed. A useful analogy is to think of the spacing of a fixed number of students walking or running around the whole of a sports hall: separation remains similar when running, but collisions are more frequent and more painful. </w:t>
      </w:r>
    </w:p>
    <w:p w:rsidR="00904EF5" w:rsidRDefault="00904EF5" w:rsidP="00A01222">
      <w:pPr>
        <w:spacing w:after="180"/>
      </w:pPr>
      <w:r>
        <w:t>Giving students the task of explaining, in their own words, why pressure increases as the temperature of gas inside a can goes up, gives them the opportunity to consolidate their understanding.</w:t>
      </w:r>
    </w:p>
    <w:p w:rsidR="00C730A1" w:rsidRDefault="00C730A1" w:rsidP="00C730A1">
      <w:pPr>
        <w:spacing w:after="180"/>
      </w:pPr>
      <w:r>
        <w:t>The following BEST ‘response activities’ could be used in follow-up to this diagnostic question:</w:t>
      </w:r>
    </w:p>
    <w:p w:rsidR="00C730A1" w:rsidRDefault="00C730A1" w:rsidP="00C730A1">
      <w:pPr>
        <w:pStyle w:val="ListParagraph"/>
        <w:numPr>
          <w:ilvl w:val="0"/>
          <w:numId w:val="4"/>
        </w:numPr>
        <w:spacing w:after="180"/>
      </w:pPr>
      <w:r>
        <w:t>Response activity: Gas pressure</w:t>
      </w:r>
    </w:p>
    <w:p w:rsidR="00C730A1" w:rsidRDefault="00C730A1" w:rsidP="00C730A1">
      <w:pPr>
        <w:pStyle w:val="ListParagraph"/>
        <w:numPr>
          <w:ilvl w:val="0"/>
          <w:numId w:val="4"/>
        </w:numPr>
        <w:spacing w:after="180"/>
      </w:pPr>
      <w:r>
        <w:t>Response activity: Bottled gas</w:t>
      </w:r>
    </w:p>
    <w:p w:rsidR="00904EF5" w:rsidRDefault="00904EF5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E61267">
        <w:t>Fairhurst</w:t>
      </w:r>
      <w:r w:rsidR="0015356E" w:rsidRPr="00E61267">
        <w:t xml:space="preserve"> (UYSEG), </w:t>
      </w:r>
      <w:r w:rsidR="006038E0">
        <w:t>based on questions in</w:t>
      </w:r>
      <w:r w:rsidR="00E61267" w:rsidRPr="00E61267">
        <w:t xml:space="preserve"> </w:t>
      </w:r>
      <w:r w:rsidR="00E61267" w:rsidRPr="00E61267">
        <w:rPr>
          <w:noProof/>
        </w:rPr>
        <w:t>Sanger</w:t>
      </w:r>
      <w:r w:rsidR="00BB4C8C">
        <w:rPr>
          <w:noProof/>
        </w:rPr>
        <w:t xml:space="preserve"> et al.</w:t>
      </w:r>
      <w:r w:rsidR="00E61267" w:rsidRPr="00E61267">
        <w:t xml:space="preserve"> </w:t>
      </w:r>
      <w:r w:rsidR="00E61267" w:rsidRPr="00E61267">
        <w:fldChar w:fldCharType="begin"/>
      </w:r>
      <w:r w:rsidR="00E61267" w:rsidRPr="00E61267">
        <w:instrText xml:space="preserve"> ADDIN EN.CITE &lt;EndNote&gt;&lt;Cite ExcludeAuth="1"&gt;&lt;Author&gt;Sanger&lt;/Author&gt;&lt;Year&gt;2013&lt;/Year&gt;&lt;IDText&gt;Concept learning versus problem solving: evaluating a threat to the validity of a particulate gas law question&lt;/IDText&gt;&lt;DisplayText&gt;(2013)&lt;/DisplayText&gt;&lt;record&gt;&lt;titles&gt;&lt;title&gt;Concept learning versus problem solving: evaluating a threat to the validity of a particulate gas law question&lt;/title&gt;&lt;secondary-title&gt;Journal of Chemical Education&lt;/secondary-title&gt;&lt;/titles&gt;&lt;pages&gt;700-709&lt;/pages&gt;&lt;contributors&gt;&lt;authors&gt;&lt;author&gt;Sanger, M. J&lt;/author&gt;&lt;author&gt;Vaughn, C. K&lt;/author&gt;&lt;author&gt;Binkley, D. A&lt;/author&gt;&lt;/authors&gt;&lt;/contributors&gt;&lt;added-date format="utc"&gt;1599038473&lt;/added-date&gt;&lt;ref-type name="Journal Article"&gt;17&lt;/ref-type&gt;&lt;dates&gt;&lt;year&gt;2013&lt;/year&gt;&lt;/dates&gt;&lt;rec-number&gt;305&lt;/rec-number&gt;&lt;last-updated-date format="utc"&gt;1599038576&lt;/last-updated-date&gt;&lt;volume&gt;90&lt;/volume&gt;&lt;/record&gt;&lt;/Cite&gt;&lt;/EndNote&gt;</w:instrText>
      </w:r>
      <w:r w:rsidR="00E61267" w:rsidRPr="00E61267">
        <w:fldChar w:fldCharType="separate"/>
      </w:r>
      <w:r w:rsidR="00E61267" w:rsidRPr="00E61267">
        <w:rPr>
          <w:noProof/>
        </w:rPr>
        <w:t>(2013)</w:t>
      </w:r>
      <w:r w:rsidR="00E61267" w:rsidRPr="00E61267">
        <w:fldChar w:fldCharType="end"/>
      </w:r>
      <w:r w:rsidRPr="00E61267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E61267">
        <w:t>.</w:t>
      </w:r>
    </w:p>
    <w:p w:rsidR="00E6126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41065" w:rsidRPr="00141065" w:rsidRDefault="00E61267" w:rsidP="00904EF5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141065" w:rsidRPr="00141065">
        <w:t xml:space="preserve">Besson, U. (2004). Students' conceptions of fluids. </w:t>
      </w:r>
      <w:r w:rsidR="00141065" w:rsidRPr="00141065">
        <w:rPr>
          <w:i/>
        </w:rPr>
        <w:t>International Journal of Science Education,</w:t>
      </w:r>
      <w:r w:rsidR="00141065" w:rsidRPr="00141065">
        <w:t xml:space="preserve"> 26:14</w:t>
      </w:r>
      <w:r w:rsidR="00141065" w:rsidRPr="00141065">
        <w:rPr>
          <w:b/>
        </w:rPr>
        <w:t>,</w:t>
      </w:r>
      <w:r w:rsidR="00141065" w:rsidRPr="00141065">
        <w:t xml:space="preserve"> 1683-1714.</w:t>
      </w:r>
    </w:p>
    <w:p w:rsidR="00141065" w:rsidRPr="00141065" w:rsidRDefault="00141065" w:rsidP="00904EF5">
      <w:pPr>
        <w:pStyle w:val="EndNoteBibliography"/>
        <w:spacing w:after="120"/>
        <w:ind w:left="426" w:hanging="426"/>
      </w:pPr>
      <w:r w:rsidRPr="00141065">
        <w:t xml:space="preserve">Sanger, M. J., Vaughn, C. K. and Binkley, D. A. (2013). Concept learning versus problem solving: evaluating a threat to the validity of a particulate gas law question. </w:t>
      </w:r>
      <w:r w:rsidRPr="00141065">
        <w:rPr>
          <w:i/>
        </w:rPr>
        <w:t>Journal of Chemical Education,</w:t>
      </w:r>
      <w:r w:rsidRPr="00141065">
        <w:t xml:space="preserve"> 90</w:t>
      </w:r>
      <w:r w:rsidRPr="00141065">
        <w:rPr>
          <w:b/>
        </w:rPr>
        <w:t>,</w:t>
      </w:r>
      <w:r w:rsidRPr="00141065">
        <w:t xml:space="preserve"> 700-709.</w:t>
      </w:r>
    </w:p>
    <w:p w:rsidR="00141065" w:rsidRPr="00141065" w:rsidRDefault="00141065" w:rsidP="00904EF5">
      <w:pPr>
        <w:pStyle w:val="EndNoteBibliography"/>
        <w:spacing w:after="120"/>
        <w:ind w:left="426" w:hanging="426"/>
      </w:pPr>
      <w:r w:rsidRPr="00141065">
        <w:t xml:space="preserve">Sere, M. (1986). Childrens' conceptions of the gaseous state, prior to teaching. </w:t>
      </w:r>
      <w:r w:rsidRPr="00141065">
        <w:rPr>
          <w:i/>
        </w:rPr>
        <w:t>European Journal of Science Education,</w:t>
      </w:r>
      <w:r w:rsidRPr="00141065">
        <w:t xml:space="preserve"> 8</w:t>
      </w:r>
      <w:r w:rsidRPr="00141065">
        <w:rPr>
          <w:b/>
        </w:rPr>
        <w:t>,</w:t>
      </w:r>
      <w:r w:rsidRPr="00141065">
        <w:t xml:space="preserve"> 413-25.</w:t>
      </w:r>
    </w:p>
    <w:p w:rsidR="00B46FF9" w:rsidRDefault="00E61267" w:rsidP="00904EF5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CC8" w:rsidRDefault="00716CC8" w:rsidP="000B473B">
      <w:r>
        <w:separator/>
      </w:r>
    </w:p>
  </w:endnote>
  <w:endnote w:type="continuationSeparator" w:id="0">
    <w:p w:rsidR="00716CC8" w:rsidRDefault="00716CC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4A4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03AE7">
      <w:rPr>
        <w:noProof/>
      </w:rPr>
      <w:t>5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CC8" w:rsidRDefault="00716CC8" w:rsidP="000B473B">
      <w:r>
        <w:separator/>
      </w:r>
    </w:p>
  </w:footnote>
  <w:footnote w:type="continuationSeparator" w:id="0">
    <w:p w:rsidR="00716CC8" w:rsidRDefault="00716CC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495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247A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16CC8"/>
    <w:rsid w:val="00015578"/>
    <w:rsid w:val="00024731"/>
    <w:rsid w:val="00026DEC"/>
    <w:rsid w:val="000505CA"/>
    <w:rsid w:val="0007651D"/>
    <w:rsid w:val="0009089A"/>
    <w:rsid w:val="000947E2"/>
    <w:rsid w:val="00095E04"/>
    <w:rsid w:val="0009650A"/>
    <w:rsid w:val="000A0D12"/>
    <w:rsid w:val="000B473B"/>
    <w:rsid w:val="000D0E89"/>
    <w:rsid w:val="000E2689"/>
    <w:rsid w:val="00141065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05AB"/>
    <w:rsid w:val="002B5D71"/>
    <w:rsid w:val="002C22EA"/>
    <w:rsid w:val="002C59BA"/>
    <w:rsid w:val="002C79AE"/>
    <w:rsid w:val="00301AA9"/>
    <w:rsid w:val="003117F6"/>
    <w:rsid w:val="003262D3"/>
    <w:rsid w:val="003334B8"/>
    <w:rsid w:val="003533B8"/>
    <w:rsid w:val="003752BE"/>
    <w:rsid w:val="003807F4"/>
    <w:rsid w:val="003A346A"/>
    <w:rsid w:val="003B2917"/>
    <w:rsid w:val="003B541B"/>
    <w:rsid w:val="003C3C7D"/>
    <w:rsid w:val="003E2B2F"/>
    <w:rsid w:val="003E6046"/>
    <w:rsid w:val="003F16F9"/>
    <w:rsid w:val="00430C1F"/>
    <w:rsid w:val="00442595"/>
    <w:rsid w:val="0045323E"/>
    <w:rsid w:val="00472B0A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75164"/>
    <w:rsid w:val="005A452E"/>
    <w:rsid w:val="005A6EE7"/>
    <w:rsid w:val="005F1A7B"/>
    <w:rsid w:val="006038E0"/>
    <w:rsid w:val="00612A34"/>
    <w:rsid w:val="006355D8"/>
    <w:rsid w:val="00642ECD"/>
    <w:rsid w:val="006502A0"/>
    <w:rsid w:val="006772F5"/>
    <w:rsid w:val="006A4440"/>
    <w:rsid w:val="006B0615"/>
    <w:rsid w:val="006D166B"/>
    <w:rsid w:val="006F3279"/>
    <w:rsid w:val="00703AE7"/>
    <w:rsid w:val="00704AEE"/>
    <w:rsid w:val="00716CC8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467CC"/>
    <w:rsid w:val="00856FCA"/>
    <w:rsid w:val="00873B8C"/>
    <w:rsid w:val="00880E3B"/>
    <w:rsid w:val="008A405F"/>
    <w:rsid w:val="008C7F34"/>
    <w:rsid w:val="008E580C"/>
    <w:rsid w:val="0090047A"/>
    <w:rsid w:val="00904EF5"/>
    <w:rsid w:val="00925026"/>
    <w:rsid w:val="00931264"/>
    <w:rsid w:val="00942A4B"/>
    <w:rsid w:val="00961D59"/>
    <w:rsid w:val="009A7A91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64AEE"/>
    <w:rsid w:val="00B67D15"/>
    <w:rsid w:val="00B75483"/>
    <w:rsid w:val="00BA2B07"/>
    <w:rsid w:val="00BA7952"/>
    <w:rsid w:val="00BB44B4"/>
    <w:rsid w:val="00BB4C8C"/>
    <w:rsid w:val="00BD320A"/>
    <w:rsid w:val="00BF0BBF"/>
    <w:rsid w:val="00BF6C8A"/>
    <w:rsid w:val="00C05571"/>
    <w:rsid w:val="00C246CE"/>
    <w:rsid w:val="00C54711"/>
    <w:rsid w:val="00C57FA2"/>
    <w:rsid w:val="00C730A1"/>
    <w:rsid w:val="00CA141F"/>
    <w:rsid w:val="00CB70D8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95029"/>
    <w:rsid w:val="00DB7D32"/>
    <w:rsid w:val="00DC4A4E"/>
    <w:rsid w:val="00DC5F4F"/>
    <w:rsid w:val="00DD1874"/>
    <w:rsid w:val="00DD63BD"/>
    <w:rsid w:val="00DE2EA6"/>
    <w:rsid w:val="00DF05DB"/>
    <w:rsid w:val="00DF7E20"/>
    <w:rsid w:val="00E172C6"/>
    <w:rsid w:val="00E24309"/>
    <w:rsid w:val="00E41CF8"/>
    <w:rsid w:val="00E53D82"/>
    <w:rsid w:val="00E61267"/>
    <w:rsid w:val="00E9330A"/>
    <w:rsid w:val="00EE6B97"/>
    <w:rsid w:val="00F12C3B"/>
    <w:rsid w:val="00F2483A"/>
    <w:rsid w:val="00F26884"/>
    <w:rsid w:val="00F72ECC"/>
    <w:rsid w:val="00F8355F"/>
    <w:rsid w:val="00FA3196"/>
    <w:rsid w:val="00FB2831"/>
    <w:rsid w:val="00FE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AF36068"/>
  <w15:docId w15:val="{F5D3E712-99A3-4294-96CA-C0B6ED98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E6126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6126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6126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6126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Physics_D_Simple%20M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BEST_Template_Physics_D_Simple MC.dotx</Template>
  <TotalTime>172</TotalTime>
  <Pages>5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23</cp:revision>
  <cp:lastPrinted>2017-02-24T16:20:00Z</cp:lastPrinted>
  <dcterms:created xsi:type="dcterms:W3CDTF">2020-09-15T15:04:00Z</dcterms:created>
  <dcterms:modified xsi:type="dcterms:W3CDTF">2020-09-22T14:59:00Z</dcterms:modified>
</cp:coreProperties>
</file>